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7C" w:rsidRDefault="00E9407C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9407C" w:rsidRDefault="00E9407C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 10 класс</w:t>
      </w:r>
    </w:p>
    <w:p w:rsidR="00E9407C" w:rsidRDefault="00E9407C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9407C" w:rsidRDefault="00E9407C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Продолжительность этапа 2,5 ч (150 минут)</w:t>
      </w:r>
    </w:p>
    <w:p w:rsidR="00E9407C" w:rsidRDefault="00E9407C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задание оценивается в 10 баллов</w:t>
      </w:r>
    </w:p>
    <w:p w:rsidR="00E9407C" w:rsidRDefault="00E9407C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набранных баллов - 50</w:t>
      </w:r>
    </w:p>
    <w:p w:rsidR="00E9407C" w:rsidRDefault="00E9407C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1.Пуля, летящая со скоростью 400м/с, попадает в земляной вал и проникает в него на глубину 20см. Какова скорость пули в тот момент, когда она находилась на глубине 10см ? Силу сопротивления, действующую на пулю в земле, считать постоянной.</w:t>
      </w: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Pr="00EA28B3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5" o:spid="_x0000_i1025" type="#_x0000_t75" style="width:474pt;height:213.75pt;visibility:visible">
            <v:imagedata r:id="rId4" o:title=""/>
          </v:shape>
        </w:pict>
      </w: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: 285 м/с</w:t>
      </w: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Определите, на какой высоте кинетическая энергия мяча, брошенного вертикально вверх со скоростью 16м/с, равна его потенциальной энергии.</w:t>
      </w: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:   По закону сохранения   энергии</w:t>
      </w: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  <w:r w:rsidRPr="00EA28B3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6" o:spid="_x0000_i1026" type="#_x0000_t75" style="width:472.5pt;height:228pt;visibility:visible">
            <v:imagedata r:id="rId5" o:title=""/>
          </v:shape>
        </w:pict>
      </w: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3.В калориметре находится вода, масса которой 100г  и температура 0</w:t>
      </w:r>
      <w:r w:rsidRPr="003937DE">
        <w:rPr>
          <w:rFonts w:ascii="Times New Roman" w:hAnsi="Times New Roman"/>
          <w:noProof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С. В воду бросают кусок льда , масса которого 20г и температура -5</w:t>
      </w:r>
      <w:r w:rsidRPr="003937DE">
        <w:rPr>
          <w:rFonts w:ascii="Times New Roman" w:hAnsi="Times New Roman"/>
          <w:noProof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С. Какой будет температура содержимого калориметра после установления в нем теплового равновесия ?</w:t>
      </w:r>
    </w:p>
    <w:p w:rsidR="00E9407C" w:rsidRDefault="00E9407C" w:rsidP="00065377">
      <w:pPr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Решение :  Так как для нагревания кусочка льда требуется </w:t>
      </w:r>
    </w:p>
    <w:p w:rsidR="00E9407C" w:rsidRDefault="00E9407C" w:rsidP="00065377">
      <w:pPr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 w:rsidRPr="00217D3F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1</w:t>
      </w:r>
      <w:r w:rsidRPr="009C3C7B">
        <w:rPr>
          <w:rFonts w:ascii="Times New Roman" w:hAnsi="Times New Roman"/>
          <w:noProof/>
          <w:sz w:val="28"/>
          <w:szCs w:val="28"/>
          <w:lang w:eastAsia="ru-RU"/>
        </w:rPr>
        <w:t>=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C</w:t>
      </w:r>
      <w:r w:rsidRPr="00217D3F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л</w:t>
      </w:r>
      <w:r>
        <w:rPr>
          <w:rFonts w:ascii="Times New Roman" w:hAnsi="Times New Roman"/>
          <w:noProof/>
          <w:sz w:val="28"/>
          <w:szCs w:val="28"/>
          <w:lang w:eastAsia="ru-RU"/>
        </w:rPr>
        <w:t>М</w:t>
      </w:r>
      <w:r w:rsidRPr="00217D3F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л</w:t>
      </w:r>
      <w:r>
        <w:rPr>
          <w:rFonts w:ascii="Times New Roman" w:hAnsi="Times New Roman"/>
          <w:noProof/>
          <w:sz w:val="28"/>
          <w:szCs w:val="28"/>
          <w:lang w:eastAsia="ru-RU"/>
        </w:rPr>
        <w:t>(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t</w:t>
      </w:r>
      <w:r w:rsidRPr="00217D3F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1</w:t>
      </w:r>
      <w:r w:rsidRPr="009C3C7B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t</w:t>
      </w:r>
      <w:r w:rsidRPr="00217D3F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2</w:t>
      </w:r>
      <w:r w:rsidRPr="009C3C7B">
        <w:rPr>
          <w:rFonts w:ascii="Times New Roman" w:hAnsi="Times New Roman"/>
          <w:noProof/>
          <w:sz w:val="28"/>
          <w:szCs w:val="28"/>
          <w:lang w:eastAsia="ru-RU"/>
        </w:rPr>
        <w:t>)=2100*0,02*5=210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Дж тепла,  а при кристаллизации воды  выделяется 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>Q</w:t>
      </w:r>
      <w:r w:rsidRPr="00217D3F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2</w:t>
      </w:r>
      <w:r w:rsidRPr="00217D3F">
        <w:rPr>
          <w:rFonts w:ascii="Times New Roman" w:hAnsi="Times New Roman"/>
          <w:noProof/>
          <w:sz w:val="28"/>
          <w:szCs w:val="28"/>
          <w:lang w:eastAsia="ru-RU"/>
        </w:rPr>
        <w:t>=</w:t>
      </w:r>
      <w:r>
        <w:rPr>
          <w:rFonts w:ascii="Times New Roman" w:hAnsi="Times New Roman"/>
          <w:noProof/>
          <w:sz w:val="28"/>
          <w:szCs w:val="28"/>
          <w:lang w:eastAsia="ru-RU"/>
        </w:rPr>
        <w:t>λМ</w:t>
      </w:r>
      <w:r w:rsidRPr="00217D3F">
        <w:rPr>
          <w:rFonts w:ascii="Times New Roman" w:hAnsi="Times New Roman"/>
          <w:noProof/>
          <w:sz w:val="28"/>
          <w:szCs w:val="28"/>
          <w:vertAlign w:val="subscript"/>
          <w:lang w:eastAsia="ru-RU"/>
        </w:rPr>
        <w:t>в</w:t>
      </w:r>
      <w:r>
        <w:rPr>
          <w:rFonts w:ascii="Times New Roman" w:hAnsi="Times New Roman"/>
          <w:noProof/>
          <w:sz w:val="28"/>
          <w:szCs w:val="28"/>
          <w:lang w:eastAsia="ru-RU"/>
        </w:rPr>
        <w:t>=330000*0.1=33000Дж тепла, то в калориметре установится  температура 0</w:t>
      </w:r>
      <w:r w:rsidRPr="00217D3F">
        <w:rPr>
          <w:rFonts w:ascii="Times New Roman" w:hAnsi="Times New Roman"/>
          <w:noProof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noProof/>
          <w:sz w:val="28"/>
          <w:szCs w:val="28"/>
          <w:lang w:eastAsia="ru-RU"/>
        </w:rPr>
        <w:t>С.</w:t>
      </w:r>
    </w:p>
    <w:p w:rsidR="00E9407C" w:rsidRDefault="00E9407C" w:rsidP="00065377">
      <w:pPr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Ответ:  0</w:t>
      </w:r>
      <w:r w:rsidRPr="00217D3F">
        <w:rPr>
          <w:rFonts w:ascii="Times New Roman" w:hAnsi="Times New Roman"/>
          <w:noProof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noProof/>
          <w:sz w:val="28"/>
          <w:szCs w:val="28"/>
          <w:lang w:eastAsia="ru-RU"/>
        </w:rPr>
        <w:t>С</w:t>
      </w:r>
    </w:p>
    <w:p w:rsidR="00E9407C" w:rsidRDefault="00E9407C" w:rsidP="00065377">
      <w:pPr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4. Имеются 3 резистора  величиной 100 Ом каждый. С их помощью составлена цепь, дающая самое большое из возможных сопротивлений. Затем, с помощью этих резисторов составляют цепь, обладающую самым маленьким сопротивлением. Нарисуйте схемы таких соединений и рассчитайте во сколько раз отличаются их сопротивления.</w:t>
      </w:r>
    </w:p>
    <w:p w:rsidR="00E9407C" w:rsidRDefault="00E9407C" w:rsidP="00065377">
      <w:pPr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EA28B3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8" o:spid="_x0000_i1027" type="#_x0000_t75" style="width:470.25pt;height:143.25pt;visibility:visible">
            <v:imagedata r:id="rId6" o:title=""/>
          </v:shape>
        </w:pict>
      </w:r>
    </w:p>
    <w:p w:rsidR="00E9407C" w:rsidRDefault="00E9407C" w:rsidP="00065377">
      <w:pPr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Ответ:  в 9 раз</w:t>
      </w:r>
    </w:p>
    <w:p w:rsidR="00E9407C" w:rsidRDefault="00E9407C" w:rsidP="00065377">
      <w:pPr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5. Баржа с грузом переходит из реки в море. Изменяется ли выталкивающая сила, действующая на баржу? Ответ поясните.</w:t>
      </w: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Ответ: Не изменится. Выталкивающая сила в обоих случаях равна силе тяжести, действующей на баржу. А сила тяжести не изменилась.</w:t>
      </w: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</w:p>
    <w:p w:rsidR="00E9407C" w:rsidRDefault="00E9407C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sectPr w:rsidR="00E9407C" w:rsidSect="00C9117A">
      <w:pgSz w:w="11906" w:h="16838"/>
      <w:pgMar w:top="360" w:right="850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72D"/>
    <w:rsid w:val="00065377"/>
    <w:rsid w:val="000B0CE1"/>
    <w:rsid w:val="001918A5"/>
    <w:rsid w:val="00217D3F"/>
    <w:rsid w:val="003014D5"/>
    <w:rsid w:val="003664F3"/>
    <w:rsid w:val="003937DE"/>
    <w:rsid w:val="003E20D9"/>
    <w:rsid w:val="004E692E"/>
    <w:rsid w:val="005D4FF5"/>
    <w:rsid w:val="00650E43"/>
    <w:rsid w:val="006916E7"/>
    <w:rsid w:val="00713044"/>
    <w:rsid w:val="00743099"/>
    <w:rsid w:val="007A2CBF"/>
    <w:rsid w:val="007A37E5"/>
    <w:rsid w:val="008831A1"/>
    <w:rsid w:val="008C67C7"/>
    <w:rsid w:val="00963400"/>
    <w:rsid w:val="00994ACF"/>
    <w:rsid w:val="00994B3E"/>
    <w:rsid w:val="009C3C7B"/>
    <w:rsid w:val="009D372D"/>
    <w:rsid w:val="009E43B4"/>
    <w:rsid w:val="00A11955"/>
    <w:rsid w:val="00A92030"/>
    <w:rsid w:val="00AB2A19"/>
    <w:rsid w:val="00B87E64"/>
    <w:rsid w:val="00C13404"/>
    <w:rsid w:val="00C9117A"/>
    <w:rsid w:val="00CA5544"/>
    <w:rsid w:val="00E9407C"/>
    <w:rsid w:val="00EA28B3"/>
    <w:rsid w:val="00F1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09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246</Words>
  <Characters>1408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школьного этапа ВсОШ по физике в 2020-2021 уч</dc:title>
  <dc:subject/>
  <dc:creator>Sergei</dc:creator>
  <cp:keywords/>
  <dc:description/>
  <cp:lastModifiedBy>Людмила</cp:lastModifiedBy>
  <cp:revision>4</cp:revision>
  <dcterms:created xsi:type="dcterms:W3CDTF">2020-09-14T12:31:00Z</dcterms:created>
  <dcterms:modified xsi:type="dcterms:W3CDTF">2020-09-27T19:09:00Z</dcterms:modified>
</cp:coreProperties>
</file>